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6C1BBA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6C1BBA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709E1">
              <w:rPr>
                <w:rFonts w:ascii="Times New Roman" w:hAnsi="Times New Roman"/>
                <w:sz w:val="28"/>
                <w:szCs w:val="28"/>
              </w:rPr>
              <w:t>№ 5</w:t>
            </w:r>
          </w:p>
          <w:p w:rsidR="006E3BD8" w:rsidRDefault="006E3BD8" w:rsidP="006C1B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6C1B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6C1BBA" w:rsidRPr="002C7AB6" w:rsidTr="002C7AB6">
        <w:tc>
          <w:tcPr>
            <w:tcW w:w="5428" w:type="dxa"/>
          </w:tcPr>
          <w:p w:rsidR="006C1BBA" w:rsidRPr="002C7AB6" w:rsidRDefault="006C1BBA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C1BBA" w:rsidRPr="002C7AB6" w:rsidRDefault="00286116" w:rsidP="002861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6C1BBA" w:rsidRPr="002C7AB6" w:rsidTr="002C7AB6">
        <w:tc>
          <w:tcPr>
            <w:tcW w:w="5428" w:type="dxa"/>
          </w:tcPr>
          <w:p w:rsidR="006C1BBA" w:rsidRPr="002C7AB6" w:rsidRDefault="006C1BBA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C1BBA" w:rsidRPr="002C7AB6" w:rsidRDefault="006C1BBA" w:rsidP="006C1B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1BBA" w:rsidRDefault="006C1BBA" w:rsidP="00774253">
      <w:pPr>
        <w:jc w:val="center"/>
        <w:rPr>
          <w:rFonts w:ascii="Times New Roman" w:hAnsi="Times New Roman"/>
          <w:sz w:val="28"/>
          <w:szCs w:val="28"/>
        </w:rPr>
      </w:pPr>
    </w:p>
    <w:p w:rsidR="006C1BBA" w:rsidRDefault="006C1BBA" w:rsidP="00774253">
      <w:pPr>
        <w:jc w:val="center"/>
        <w:rPr>
          <w:rFonts w:ascii="Times New Roman" w:hAnsi="Times New Roman"/>
          <w:sz w:val="28"/>
          <w:szCs w:val="28"/>
        </w:rPr>
      </w:pPr>
    </w:p>
    <w:p w:rsidR="00774253" w:rsidRPr="00774253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Региональный перечень</w:t>
      </w:r>
    </w:p>
    <w:p w:rsidR="006C1BBA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минимума необходимых работ (услуг) в легкой промышленности,</w:t>
      </w:r>
    </w:p>
    <w:p w:rsidR="006C1BBA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выполняемых в период проведения забастовки работниками организаций</w:t>
      </w:r>
    </w:p>
    <w:p w:rsidR="006C1BBA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774253">
        <w:rPr>
          <w:rFonts w:ascii="Times New Roman" w:hAnsi="Times New Roman"/>
          <w:sz w:val="28"/>
          <w:szCs w:val="28"/>
        </w:rPr>
        <w:t>(филиалов, представительств или иных обособленных структурных</w:t>
      </w:r>
      <w:proofErr w:type="gramEnd"/>
    </w:p>
    <w:p w:rsidR="006C1BBA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подразделений), индивидуальных предпринимателей, деятельность</w:t>
      </w:r>
    </w:p>
    <w:p w:rsidR="006C1BBA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 xml:space="preserve">которых </w:t>
      </w:r>
      <w:proofErr w:type="gramStart"/>
      <w:r w:rsidRPr="00774253">
        <w:rPr>
          <w:rFonts w:ascii="Times New Roman" w:hAnsi="Times New Roman"/>
          <w:sz w:val="28"/>
          <w:szCs w:val="28"/>
        </w:rPr>
        <w:t>связана</w:t>
      </w:r>
      <w:proofErr w:type="gramEnd"/>
      <w:r w:rsidRPr="00774253">
        <w:rPr>
          <w:rFonts w:ascii="Times New Roman" w:hAnsi="Times New Roman"/>
          <w:sz w:val="28"/>
          <w:szCs w:val="28"/>
        </w:rPr>
        <w:t xml:space="preserve"> с безопасностью людей, обеспечением их здоровья</w:t>
      </w:r>
    </w:p>
    <w:p w:rsidR="00774253" w:rsidRPr="00774253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и жизненно важных интересов общества</w:t>
      </w:r>
    </w:p>
    <w:p w:rsidR="00774253" w:rsidRPr="00774253" w:rsidRDefault="00774253" w:rsidP="00774253">
      <w:pPr>
        <w:jc w:val="center"/>
        <w:rPr>
          <w:rFonts w:ascii="Times New Roman" w:hAnsi="Times New Roman"/>
          <w:sz w:val="28"/>
          <w:szCs w:val="28"/>
        </w:rPr>
      </w:pPr>
    </w:p>
    <w:p w:rsidR="00774253" w:rsidRPr="00774253" w:rsidRDefault="00774253" w:rsidP="007742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1. Работы дежурных служб</w:t>
      </w:r>
      <w:r w:rsidR="006C1B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C1BBA">
        <w:rPr>
          <w:rFonts w:ascii="Times New Roman" w:hAnsi="Times New Roman"/>
          <w:sz w:val="28"/>
          <w:szCs w:val="28"/>
        </w:rPr>
        <w:t>по</w:t>
      </w:r>
      <w:proofErr w:type="gramEnd"/>
      <w:r w:rsidRPr="00774253">
        <w:rPr>
          <w:rFonts w:ascii="Times New Roman" w:hAnsi="Times New Roman"/>
          <w:sz w:val="28"/>
          <w:szCs w:val="28"/>
        </w:rPr>
        <w:t>:</w:t>
      </w:r>
    </w:p>
    <w:p w:rsidR="00774253" w:rsidRPr="00774253" w:rsidRDefault="00774253" w:rsidP="007742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1)</w:t>
      </w:r>
      <w:r w:rsidR="006C1BBA">
        <w:rPr>
          <w:rFonts w:ascii="Times New Roman" w:hAnsi="Times New Roman"/>
          <w:sz w:val="28"/>
          <w:szCs w:val="28"/>
        </w:rPr>
        <w:t> </w:t>
      </w:r>
      <w:r w:rsidRPr="00774253">
        <w:rPr>
          <w:rFonts w:ascii="Times New Roman" w:hAnsi="Times New Roman"/>
          <w:sz w:val="28"/>
          <w:szCs w:val="28"/>
        </w:rPr>
        <w:t>обслуживанию источников, потребителей и коммуникаций энергоснабжения, теплоснабжения и газоснабжения;</w:t>
      </w:r>
    </w:p>
    <w:p w:rsidR="00774253" w:rsidRPr="00774253" w:rsidRDefault="006C1BBA" w:rsidP="0077425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774253" w:rsidRPr="00774253">
        <w:rPr>
          <w:rFonts w:ascii="Times New Roman" w:hAnsi="Times New Roman"/>
          <w:sz w:val="28"/>
          <w:szCs w:val="28"/>
        </w:rPr>
        <w:t xml:space="preserve">обслуживанию очистных и </w:t>
      </w:r>
      <w:proofErr w:type="spellStart"/>
      <w:r w:rsidR="00774253" w:rsidRPr="00774253">
        <w:rPr>
          <w:rFonts w:ascii="Times New Roman" w:hAnsi="Times New Roman"/>
          <w:sz w:val="28"/>
          <w:szCs w:val="28"/>
        </w:rPr>
        <w:t>водоканализационных</w:t>
      </w:r>
      <w:proofErr w:type="spellEnd"/>
      <w:r w:rsidR="00774253" w:rsidRPr="00774253">
        <w:rPr>
          <w:rFonts w:ascii="Times New Roman" w:hAnsi="Times New Roman"/>
          <w:sz w:val="28"/>
          <w:szCs w:val="28"/>
        </w:rPr>
        <w:t xml:space="preserve"> систем, коммуникаций и сооружений;</w:t>
      </w:r>
    </w:p>
    <w:p w:rsidR="00774253" w:rsidRPr="00774253" w:rsidRDefault="00774253" w:rsidP="007742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3) обеспечению связи.</w:t>
      </w:r>
    </w:p>
    <w:p w:rsidR="00774253" w:rsidRPr="00774253" w:rsidRDefault="00774253" w:rsidP="007742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2. Круглосуточная охрана предприятия (организации) и его территории.</w:t>
      </w:r>
    </w:p>
    <w:p w:rsidR="00774253" w:rsidRPr="00774253" w:rsidRDefault="00774253" w:rsidP="007742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 xml:space="preserve">3. Работы по обслуживанию технологических процессов в кожевенной </w:t>
      </w:r>
      <w:proofErr w:type="spellStart"/>
      <w:r w:rsidRPr="00774253">
        <w:rPr>
          <w:rFonts w:ascii="Times New Roman" w:hAnsi="Times New Roman"/>
          <w:sz w:val="28"/>
          <w:szCs w:val="28"/>
        </w:rPr>
        <w:t>подотрасли</w:t>
      </w:r>
      <w:proofErr w:type="spellEnd"/>
      <w:r w:rsidRPr="00774253">
        <w:rPr>
          <w:rFonts w:ascii="Times New Roman" w:hAnsi="Times New Roman"/>
          <w:sz w:val="28"/>
          <w:szCs w:val="28"/>
        </w:rPr>
        <w:t xml:space="preserve"> промышленности, продолжительность которых превышает </w:t>
      </w:r>
      <w:r w:rsidR="006C1BBA">
        <w:rPr>
          <w:rFonts w:ascii="Times New Roman" w:hAnsi="Times New Roman"/>
          <w:sz w:val="28"/>
          <w:szCs w:val="28"/>
        </w:rPr>
        <w:br/>
      </w:r>
      <w:r w:rsidRPr="00774253">
        <w:rPr>
          <w:rFonts w:ascii="Times New Roman" w:hAnsi="Times New Roman"/>
          <w:sz w:val="28"/>
          <w:szCs w:val="28"/>
        </w:rPr>
        <w:t xml:space="preserve">10 суток: отмочно-зольные и </w:t>
      </w:r>
      <w:proofErr w:type="spellStart"/>
      <w:r w:rsidRPr="00774253">
        <w:rPr>
          <w:rFonts w:ascii="Times New Roman" w:hAnsi="Times New Roman"/>
          <w:sz w:val="28"/>
          <w:szCs w:val="28"/>
        </w:rPr>
        <w:t>преддубильно</w:t>
      </w:r>
      <w:proofErr w:type="spellEnd"/>
      <w:r w:rsidRPr="00774253">
        <w:rPr>
          <w:rFonts w:ascii="Times New Roman" w:hAnsi="Times New Roman"/>
          <w:sz w:val="28"/>
          <w:szCs w:val="28"/>
        </w:rPr>
        <w:t>-дубильные.</w:t>
      </w:r>
    </w:p>
    <w:p w:rsidR="00774253" w:rsidRPr="00774253" w:rsidRDefault="00774253" w:rsidP="00774253">
      <w:pPr>
        <w:jc w:val="both"/>
        <w:rPr>
          <w:rFonts w:ascii="Times New Roman" w:hAnsi="Times New Roman"/>
          <w:sz w:val="28"/>
          <w:szCs w:val="28"/>
        </w:rPr>
      </w:pPr>
    </w:p>
    <w:p w:rsidR="00774253" w:rsidRPr="00774253" w:rsidRDefault="00774253" w:rsidP="00774253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774253" w:rsidP="00774253">
      <w:pPr>
        <w:jc w:val="center"/>
        <w:rPr>
          <w:rFonts w:ascii="Times New Roman" w:hAnsi="Times New Roman"/>
          <w:sz w:val="28"/>
          <w:szCs w:val="28"/>
        </w:rPr>
      </w:pPr>
      <w:r w:rsidRPr="00774253">
        <w:rPr>
          <w:rFonts w:ascii="Times New Roman" w:hAnsi="Times New Roman"/>
          <w:sz w:val="28"/>
          <w:szCs w:val="28"/>
        </w:rPr>
        <w:t>___________</w:t>
      </w:r>
    </w:p>
    <w:sectPr w:rsidR="00190FF9" w:rsidRPr="00190FF9" w:rsidSect="006C1BBA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6D3" w:rsidRDefault="00A006D3">
      <w:r>
        <w:separator/>
      </w:r>
    </w:p>
  </w:endnote>
  <w:endnote w:type="continuationSeparator" w:id="0">
    <w:p w:rsidR="00A006D3" w:rsidRDefault="00A0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43FA5A30" wp14:editId="7662AB4A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2523D81" wp14:editId="680E4EDC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6C1BBA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919  06.03.2019 15:11:04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6D3" w:rsidRDefault="00A006D3">
      <w:r>
        <w:separator/>
      </w:r>
    </w:p>
  </w:footnote>
  <w:footnote w:type="continuationSeparator" w:id="0">
    <w:p w:rsidR="00A006D3" w:rsidRDefault="00A00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90FF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0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sgSS7WwDb2QcQ6jrVriUZVn0r4=" w:salt="IpM7oDlWOMMw6UoyCbdaP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116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6501F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5F4482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C1BBA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87E47"/>
    <w:rsid w:val="009977FF"/>
    <w:rsid w:val="009A085B"/>
    <w:rsid w:val="009C1DE6"/>
    <w:rsid w:val="009C1F0E"/>
    <w:rsid w:val="009D3E8C"/>
    <w:rsid w:val="009E3A0E"/>
    <w:rsid w:val="00A006D3"/>
    <w:rsid w:val="00A1314B"/>
    <w:rsid w:val="00A13160"/>
    <w:rsid w:val="00A137D3"/>
    <w:rsid w:val="00A44A8F"/>
    <w:rsid w:val="00A51D96"/>
    <w:rsid w:val="00A709E1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3828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60EA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2019-01-25T09:13:00Z</dcterms:created>
  <dcterms:modified xsi:type="dcterms:W3CDTF">2019-04-10T06:29:00Z</dcterms:modified>
</cp:coreProperties>
</file>